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bookmarkStart w:id="0" w:name="_GoBack"/>
      <w:r w:rsidRPr="007B7566">
        <w:rPr>
          <w:rFonts w:ascii="Times New Roman" w:eastAsia="Times New Roman" w:hAnsi="Times New Roman" w:cs="Times New Roman"/>
          <w:lang w:eastAsia="cs-CZ"/>
        </w:rPr>
        <w:t>Příloha č. 1</w:t>
      </w:r>
    </w:p>
    <w:p w:rsidR="00EC66AE" w:rsidRPr="007B7566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B7566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7B7566" w:rsidTr="00F45AB8">
        <w:trPr>
          <w:trHeight w:val="221"/>
        </w:trPr>
        <w:tc>
          <w:tcPr>
            <w:tcW w:w="5983" w:type="dxa"/>
          </w:tcPr>
          <w:p w:rsidR="00EC66AE" w:rsidRPr="007B7566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7B7566" w:rsidTr="00F45AB8">
        <w:trPr>
          <w:trHeight w:val="219"/>
        </w:trPr>
        <w:tc>
          <w:tcPr>
            <w:tcW w:w="5983" w:type="dxa"/>
          </w:tcPr>
          <w:p w:rsidR="00EC66AE" w:rsidRPr="007B7566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3175C6" w:rsidRPr="007B7566" w:rsidTr="00095D4E">
        <w:trPr>
          <w:trHeight w:val="283"/>
        </w:trPr>
        <w:tc>
          <w:tcPr>
            <w:tcW w:w="2835" w:type="dxa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663" w:type="dxa"/>
          </w:tcPr>
          <w:p w:rsidR="003175C6" w:rsidRPr="007B7566" w:rsidRDefault="007B7566" w:rsidP="003175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566">
              <w:rPr>
                <w:rFonts w:ascii="Times New Roman" w:hAnsi="Times New Roman" w:cs="Times New Roman"/>
                <w:b/>
              </w:rPr>
              <w:t>Rekonstrukce komunikací v areálu Masarykovy nemocnice v Ústí nad Labem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401 13  Ústí nad Labem, </w:t>
            </w:r>
            <w:r w:rsidRPr="007B7566">
              <w:rPr>
                <w:rFonts w:ascii="Times New Roman" w:hAnsi="Times New Roman" w:cs="Times New Roman"/>
              </w:rPr>
              <w:t>společnost zapsaná v obchodním rejstříku vedeném Krajským soudem v Ústí nad Labem pod spisovou značkou B 1550</w:t>
            </w:r>
          </w:p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IČO/DIČ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283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</w:p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DPH 15 %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DPH 21 %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3175C6" w:rsidRPr="007B7566" w:rsidTr="00095D4E">
        <w:trPr>
          <w:trHeight w:val="397"/>
        </w:trPr>
        <w:tc>
          <w:tcPr>
            <w:tcW w:w="2835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B7566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6663" w:type="dxa"/>
            <w:vAlign w:val="center"/>
          </w:tcPr>
          <w:p w:rsidR="003175C6" w:rsidRPr="007B7566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F12CB" w:rsidRPr="007B7566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>V _______________</w:t>
      </w:r>
      <w:r w:rsidRPr="007B7566">
        <w:rPr>
          <w:rFonts w:ascii="Times New Roman" w:eastAsia="Times New Roman" w:hAnsi="Times New Roman" w:cs="Times New Roman"/>
          <w:lang w:eastAsia="cs-CZ"/>
        </w:rPr>
        <w:tab/>
      </w:r>
      <w:r w:rsidRPr="007B7566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C66AE" w:rsidRPr="007B7566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>Podpis:</w:t>
      </w:r>
      <w:r w:rsidRPr="007B7566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EC66AE" w:rsidRPr="007B7566" w:rsidRDefault="00EC66AE" w:rsidP="00EC66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B7566">
        <w:rPr>
          <w:rFonts w:ascii="Times New Roman" w:eastAsia="Times New Roman" w:hAnsi="Times New Roman" w:cs="Times New Roman"/>
          <w:lang w:eastAsia="cs-CZ"/>
        </w:rPr>
        <w:tab/>
      </w:r>
      <w:r w:rsidRPr="007B7566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B7566">
        <w:rPr>
          <w:rFonts w:ascii="Times New Roman" w:eastAsia="Times New Roman" w:hAnsi="Times New Roman" w:cs="Times New Roman"/>
          <w:lang w:eastAsia="cs-CZ"/>
        </w:rPr>
        <w:t>o</w:t>
      </w:r>
      <w:r w:rsidRPr="007B7566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EC66AE" w:rsidRPr="007B7566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bookmarkEnd w:id="0"/>
    <w:p w:rsidR="00FD3459" w:rsidRPr="007B7566" w:rsidRDefault="00FD3459">
      <w:pPr>
        <w:rPr>
          <w:rFonts w:ascii="Times New Roman" w:hAnsi="Times New Roman" w:cs="Times New Roman"/>
        </w:rPr>
      </w:pPr>
    </w:p>
    <w:sectPr w:rsidR="00FD3459" w:rsidRPr="007B7566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500" w:rsidRDefault="00017500">
      <w:pPr>
        <w:spacing w:after="0" w:line="240" w:lineRule="auto"/>
      </w:pPr>
      <w:r>
        <w:separator/>
      </w:r>
    </w:p>
  </w:endnote>
  <w:endnote w:type="continuationSeparator" w:id="0">
    <w:p w:rsidR="00017500" w:rsidRDefault="0001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7B7566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7B7566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01750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01750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500" w:rsidRDefault="00017500">
      <w:pPr>
        <w:spacing w:after="0" w:line="240" w:lineRule="auto"/>
      </w:pPr>
      <w:r>
        <w:separator/>
      </w:r>
    </w:p>
  </w:footnote>
  <w:footnote w:type="continuationSeparator" w:id="0">
    <w:p w:rsidR="00017500" w:rsidRDefault="0001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17500"/>
    <w:rsid w:val="00067E63"/>
    <w:rsid w:val="00095D4E"/>
    <w:rsid w:val="000A0718"/>
    <w:rsid w:val="000D4FAB"/>
    <w:rsid w:val="002E4EAC"/>
    <w:rsid w:val="003175C6"/>
    <w:rsid w:val="00341A22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162F"/>
    <w:rsid w:val="00734E4B"/>
    <w:rsid w:val="007A1DE9"/>
    <w:rsid w:val="007B7566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B11D4D"/>
    <w:rsid w:val="00B77CC3"/>
    <w:rsid w:val="00C95C63"/>
    <w:rsid w:val="00D05EF5"/>
    <w:rsid w:val="00D23C19"/>
    <w:rsid w:val="00E13662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2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5</cp:revision>
  <dcterms:created xsi:type="dcterms:W3CDTF">2017-08-03T07:20:00Z</dcterms:created>
  <dcterms:modified xsi:type="dcterms:W3CDTF">2017-09-26T09:14:00Z</dcterms:modified>
</cp:coreProperties>
</file>